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3119C" w14:textId="77777777" w:rsidR="00AE7FA9" w:rsidRPr="002A664E" w:rsidRDefault="00AE7FA9" w:rsidP="007172A0">
      <w:pPr>
        <w:rPr>
          <w:rFonts w:ascii="Verdana" w:hAnsi="Verdana"/>
          <w:sz w:val="22"/>
        </w:rPr>
      </w:pPr>
      <w:r w:rsidRPr="002A664E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31340ECA" wp14:editId="7B5C93FD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BC82AD1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25276A73" w14:textId="73437C5A" w:rsidR="005D4D76" w:rsidRPr="00F2069A" w:rsidRDefault="005D4D76" w:rsidP="00F2069A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2A664E">
        <w:rPr>
          <w:rFonts w:ascii="Cambria" w:hAnsi="Cambria"/>
          <w:b/>
          <w:color w:val="007AC3" w:themeColor="accent1"/>
          <w:sz w:val="32"/>
          <w:szCs w:val="32"/>
        </w:rPr>
        <w:t>Assignments</w:t>
      </w:r>
      <w:r w:rsidR="002A664E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2A664E">
        <w:rPr>
          <w:rFonts w:ascii="Cambria" w:hAnsi="Cambria"/>
          <w:b/>
          <w:color w:val="007AC3" w:themeColor="accent1"/>
          <w:sz w:val="32"/>
          <w:szCs w:val="32"/>
        </w:rPr>
        <w:t>Chapter 1, The Health Care System</w:t>
      </w:r>
    </w:p>
    <w:p w14:paraId="357F258F" w14:textId="77777777" w:rsidR="005D4D76" w:rsidRPr="002A664E" w:rsidRDefault="005D4D76" w:rsidP="005D4D76">
      <w:pPr>
        <w:rPr>
          <w:rFonts w:ascii="Verdana" w:hAnsi="Verdana"/>
          <w:sz w:val="22"/>
          <w:lang w:eastAsia="de-DE"/>
        </w:rPr>
      </w:pPr>
    </w:p>
    <w:tbl>
      <w:tblPr>
        <w:tblStyle w:val="TableGrid"/>
        <w:tblW w:w="9576" w:type="dxa"/>
        <w:tblLayout w:type="fixed"/>
        <w:tblLook w:val="0420" w:firstRow="1" w:lastRow="0" w:firstColumn="0" w:lastColumn="0" w:noHBand="0" w:noVBand="1"/>
      </w:tblPr>
      <w:tblGrid>
        <w:gridCol w:w="7578"/>
        <w:gridCol w:w="1998"/>
      </w:tblGrid>
      <w:tr w:rsidR="005D4D76" w:rsidRPr="002A664E" w14:paraId="4025081D" w14:textId="77777777" w:rsidTr="00263E02">
        <w:tc>
          <w:tcPr>
            <w:tcW w:w="7578" w:type="dxa"/>
          </w:tcPr>
          <w:p w14:paraId="25F427EB" w14:textId="77777777" w:rsidR="005D4D76" w:rsidRPr="002A664E" w:rsidRDefault="005D4D76" w:rsidP="005D4D76">
            <w:pPr>
              <w:pStyle w:val="Heading2"/>
              <w:numPr>
                <w:ilvl w:val="0"/>
                <w:numId w:val="0"/>
              </w:numPr>
              <w:rPr>
                <w:rFonts w:ascii="Verdana" w:eastAsia="Verdana" w:hAnsi="Verdana"/>
                <w:szCs w:val="22"/>
              </w:rPr>
            </w:pPr>
            <w:r w:rsidRPr="002A664E">
              <w:rPr>
                <w:rFonts w:ascii="Verdana" w:eastAsia="Verdana" w:hAnsi="Verdana"/>
                <w:szCs w:val="22"/>
              </w:rPr>
              <w:t>Written Assignments</w:t>
            </w:r>
          </w:p>
        </w:tc>
        <w:tc>
          <w:tcPr>
            <w:tcW w:w="1998" w:type="dxa"/>
          </w:tcPr>
          <w:p w14:paraId="22AC1EC4" w14:textId="77777777" w:rsidR="005D4D76" w:rsidRPr="002A664E" w:rsidRDefault="005D4D76" w:rsidP="005D4D76">
            <w:pPr>
              <w:pStyle w:val="Heading2"/>
              <w:numPr>
                <w:ilvl w:val="0"/>
                <w:numId w:val="0"/>
              </w:numPr>
              <w:rPr>
                <w:rFonts w:ascii="Verdana" w:eastAsia="Verdana" w:hAnsi="Verdana"/>
                <w:szCs w:val="22"/>
              </w:rPr>
            </w:pPr>
            <w:r w:rsidRPr="002A664E">
              <w:rPr>
                <w:rFonts w:ascii="Verdana" w:eastAsia="Verdana" w:hAnsi="Verdana"/>
                <w:szCs w:val="22"/>
              </w:rPr>
              <w:t>Learning Objective(s)</w:t>
            </w:r>
          </w:p>
        </w:tc>
      </w:tr>
      <w:tr w:rsidR="005D4D76" w:rsidRPr="002A664E" w14:paraId="400090C5" w14:textId="77777777" w:rsidTr="00263E02">
        <w:tc>
          <w:tcPr>
            <w:tcW w:w="7578" w:type="dxa"/>
          </w:tcPr>
          <w:p w14:paraId="67B5223D" w14:textId="77777777" w:rsidR="005D4D76" w:rsidRPr="002A664E" w:rsidRDefault="005D4D76" w:rsidP="005D4D76">
            <w:pPr>
              <w:pStyle w:val="Heading3"/>
              <w:numPr>
                <w:ilvl w:val="0"/>
                <w:numId w:val="0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Style w:val="Heading2Char"/>
                <w:rFonts w:ascii="Verdana" w:hAnsi="Verdana"/>
                <w:sz w:val="22"/>
                <w:szCs w:val="22"/>
              </w:rPr>
              <w:t>Assignment #1.</w:t>
            </w:r>
            <w:r w:rsidRPr="002A664E">
              <w:rPr>
                <w:rFonts w:ascii="Verdana" w:eastAsia="Verdana" w:hAnsi="Verdana"/>
                <w:sz w:val="22"/>
                <w:szCs w:val="22"/>
              </w:rPr>
              <w:t xml:space="preserve"> Complete Chapter 1 of </w:t>
            </w:r>
            <w:r w:rsidRPr="002A664E">
              <w:rPr>
                <w:rFonts w:ascii="Verdana" w:eastAsia="Verdana" w:hAnsi="Verdana"/>
                <w:i/>
                <w:iCs/>
                <w:sz w:val="22"/>
                <w:szCs w:val="22"/>
              </w:rPr>
              <w:t>Lippincott Workbook for Nursing Assistants</w:t>
            </w:r>
            <w:r w:rsidRPr="002A664E">
              <w:rPr>
                <w:rFonts w:ascii="Verdana" w:eastAsia="Verdana" w:hAnsi="Verdana"/>
                <w:sz w:val="22"/>
                <w:szCs w:val="22"/>
              </w:rPr>
              <w:t>.</w:t>
            </w:r>
          </w:p>
        </w:tc>
        <w:tc>
          <w:tcPr>
            <w:tcW w:w="1998" w:type="dxa"/>
          </w:tcPr>
          <w:p w14:paraId="2AEF78F8" w14:textId="77777777" w:rsidR="005D4D76" w:rsidRPr="002A664E" w:rsidRDefault="005D4D76" w:rsidP="005D4D76">
            <w:pPr>
              <w:pStyle w:val="Heading3"/>
              <w:numPr>
                <w:ilvl w:val="0"/>
                <w:numId w:val="0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1–6</w:t>
            </w:r>
          </w:p>
        </w:tc>
      </w:tr>
      <w:tr w:rsidR="005D4D76" w:rsidRPr="002A664E" w14:paraId="5E95510E" w14:textId="77777777" w:rsidTr="00263E02">
        <w:tc>
          <w:tcPr>
            <w:tcW w:w="7578" w:type="dxa"/>
          </w:tcPr>
          <w:p w14:paraId="70BEA4C3" w14:textId="77777777" w:rsidR="005D4D76" w:rsidRPr="002A664E" w:rsidRDefault="005D4D76" w:rsidP="005D4D76">
            <w:pPr>
              <w:pStyle w:val="Heading3"/>
              <w:numPr>
                <w:ilvl w:val="0"/>
                <w:numId w:val="0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Style w:val="Heading2Char"/>
                <w:rFonts w:ascii="Verdana" w:hAnsi="Verdana"/>
                <w:sz w:val="22"/>
                <w:szCs w:val="22"/>
              </w:rPr>
              <w:t>Assignment #2.</w:t>
            </w:r>
            <w:r w:rsidRPr="002A664E">
              <w:rPr>
                <w:rFonts w:ascii="Verdana" w:eastAsia="Verdana" w:hAnsi="Verdana"/>
                <w:sz w:val="22"/>
                <w:szCs w:val="22"/>
              </w:rPr>
              <w:t xml:space="preserve"> In a short paragraph, describe the primary purpose or mission of a long-term care facility.</w:t>
            </w:r>
          </w:p>
        </w:tc>
        <w:tc>
          <w:tcPr>
            <w:tcW w:w="1998" w:type="dxa"/>
          </w:tcPr>
          <w:p w14:paraId="5CC3CCD1" w14:textId="77777777" w:rsidR="005D4D76" w:rsidRPr="002A664E" w:rsidRDefault="005D4D76" w:rsidP="005D4D76">
            <w:pPr>
              <w:pStyle w:val="Heading3"/>
              <w:numPr>
                <w:ilvl w:val="0"/>
                <w:numId w:val="0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2</w:t>
            </w:r>
          </w:p>
        </w:tc>
      </w:tr>
    </w:tbl>
    <w:p w14:paraId="21536BD7" w14:textId="77777777" w:rsidR="005D4D76" w:rsidRPr="002A664E" w:rsidRDefault="005D4D76" w:rsidP="005D4D76">
      <w:pPr>
        <w:spacing w:after="200" w:line="276" w:lineRule="auto"/>
        <w:rPr>
          <w:rFonts w:ascii="Verdana" w:eastAsia="Verdana" w:hAnsi="Verdana" w:cs="Verdana"/>
          <w:color w:val="000000"/>
          <w:sz w:val="22"/>
        </w:rPr>
      </w:pPr>
    </w:p>
    <w:tbl>
      <w:tblPr>
        <w:tblStyle w:val="TableGrid"/>
        <w:tblW w:w="9576" w:type="dxa"/>
        <w:tblLayout w:type="fixed"/>
        <w:tblLook w:val="0420" w:firstRow="1" w:lastRow="0" w:firstColumn="0" w:lastColumn="0" w:noHBand="0" w:noVBand="1"/>
      </w:tblPr>
      <w:tblGrid>
        <w:gridCol w:w="7578"/>
        <w:gridCol w:w="1998"/>
      </w:tblGrid>
      <w:tr w:rsidR="005D4D76" w:rsidRPr="002A664E" w14:paraId="587C1378" w14:textId="77777777" w:rsidTr="00263E02">
        <w:trPr>
          <w:trHeight w:val="414"/>
        </w:trPr>
        <w:tc>
          <w:tcPr>
            <w:tcW w:w="7578" w:type="dxa"/>
          </w:tcPr>
          <w:p w14:paraId="185CE436" w14:textId="77777777" w:rsidR="005D4D76" w:rsidRPr="002A664E" w:rsidRDefault="005D4D76" w:rsidP="004F147B">
            <w:pPr>
              <w:pStyle w:val="Heading2"/>
              <w:numPr>
                <w:ilvl w:val="0"/>
                <w:numId w:val="0"/>
              </w:numPr>
              <w:rPr>
                <w:rFonts w:ascii="Verdana" w:eastAsia="Verdana" w:hAnsi="Verdana" w:cs="Verdana"/>
                <w:b/>
                <w:color w:val="000000"/>
                <w:szCs w:val="22"/>
              </w:rPr>
            </w:pPr>
            <w:r w:rsidRPr="002A664E">
              <w:rPr>
                <w:rFonts w:ascii="Verdana" w:eastAsia="Verdana" w:hAnsi="Verdana"/>
                <w:szCs w:val="22"/>
              </w:rPr>
              <w:t>Group Assignments</w:t>
            </w:r>
          </w:p>
        </w:tc>
        <w:tc>
          <w:tcPr>
            <w:tcW w:w="1998" w:type="dxa"/>
          </w:tcPr>
          <w:p w14:paraId="3EAB9B92" w14:textId="77777777" w:rsidR="005D4D76" w:rsidRPr="002A664E" w:rsidRDefault="005D4D76" w:rsidP="004F147B">
            <w:pPr>
              <w:pStyle w:val="Heading2"/>
              <w:numPr>
                <w:ilvl w:val="0"/>
                <w:numId w:val="0"/>
              </w:numPr>
              <w:rPr>
                <w:rFonts w:ascii="Verdana" w:eastAsia="Verdana" w:hAnsi="Verdana"/>
                <w:szCs w:val="22"/>
              </w:rPr>
            </w:pPr>
            <w:r w:rsidRPr="002A664E">
              <w:rPr>
                <w:rFonts w:ascii="Verdana" w:eastAsia="Verdana" w:hAnsi="Verdana"/>
                <w:szCs w:val="22"/>
              </w:rPr>
              <w:t>Learning Objective(s)</w:t>
            </w:r>
          </w:p>
        </w:tc>
      </w:tr>
      <w:tr w:rsidR="005D4D76" w:rsidRPr="002A664E" w14:paraId="4EEC4EF3" w14:textId="77777777" w:rsidTr="00263E02">
        <w:tc>
          <w:tcPr>
            <w:tcW w:w="7578" w:type="dxa"/>
          </w:tcPr>
          <w:p w14:paraId="2B03BDDC" w14:textId="77777777" w:rsidR="005D4D76" w:rsidRPr="002A664E" w:rsidRDefault="005D4D76" w:rsidP="005D4D76">
            <w:pPr>
              <w:pStyle w:val="Heading3"/>
              <w:numPr>
                <w:ilvl w:val="0"/>
                <w:numId w:val="0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2A664E">
              <w:rPr>
                <w:rFonts w:ascii="Verdana" w:eastAsia="Verdana" w:hAnsi="Verdana"/>
                <w:sz w:val="22"/>
                <w:szCs w:val="22"/>
              </w:rPr>
              <w:t>. Bring in news articles concerning the American Health Care Act of 2017. Discuss the features of this bill and how it might affect you and your family.</w:t>
            </w:r>
          </w:p>
        </w:tc>
        <w:tc>
          <w:tcPr>
            <w:tcW w:w="1998" w:type="dxa"/>
          </w:tcPr>
          <w:p w14:paraId="49975D8A" w14:textId="77777777" w:rsidR="005D4D76" w:rsidRPr="002A664E" w:rsidRDefault="005D4D76" w:rsidP="005D4D76">
            <w:pPr>
              <w:pStyle w:val="Heading3"/>
              <w:numPr>
                <w:ilvl w:val="0"/>
                <w:numId w:val="0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6</w:t>
            </w:r>
          </w:p>
        </w:tc>
      </w:tr>
      <w:tr w:rsidR="005D4D76" w:rsidRPr="002A664E" w14:paraId="190EB90E" w14:textId="77777777" w:rsidTr="00263E02">
        <w:tc>
          <w:tcPr>
            <w:tcW w:w="7578" w:type="dxa"/>
          </w:tcPr>
          <w:p w14:paraId="5A9D959F" w14:textId="18AAA49E" w:rsidR="005D4D76" w:rsidRPr="002A664E" w:rsidRDefault="005D4D76" w:rsidP="005D4D76">
            <w:pPr>
              <w:pStyle w:val="Heading3"/>
              <w:numPr>
                <w:ilvl w:val="0"/>
                <w:numId w:val="0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Style w:val="Heading2Char"/>
                <w:rFonts w:ascii="Verdana" w:hAnsi="Verdana"/>
                <w:sz w:val="22"/>
                <w:szCs w:val="22"/>
              </w:rPr>
              <w:t>Assignment #2.</w:t>
            </w:r>
            <w:r w:rsidRPr="002A664E">
              <w:rPr>
                <w:rFonts w:ascii="Verdana" w:eastAsia="Verdana" w:hAnsi="Verdana"/>
                <w:sz w:val="22"/>
                <w:szCs w:val="22"/>
              </w:rPr>
              <w:t xml:space="preserve"> Share comments you may have heard from older adults, such as your own grandparents or parents, related to</w:t>
            </w:r>
            <w:r w:rsidR="004719C7" w:rsidRPr="002A664E">
              <w:rPr>
                <w:rFonts w:ascii="Verdana" w:eastAsia="Verdana" w:hAnsi="Verdana"/>
                <w:sz w:val="22"/>
                <w:szCs w:val="22"/>
              </w:rPr>
              <w:t xml:space="preserve"> their</w:t>
            </w:r>
            <w:r w:rsidRPr="002A664E">
              <w:rPr>
                <w:rFonts w:ascii="Verdana" w:eastAsia="Verdana" w:hAnsi="Verdana"/>
                <w:sz w:val="22"/>
                <w:szCs w:val="22"/>
              </w:rPr>
              <w:t xml:space="preserve"> concerns about having to eventually live in a long-term care facility.</w:t>
            </w:r>
          </w:p>
          <w:p w14:paraId="6A81CA54" w14:textId="77777777" w:rsidR="005D4D76" w:rsidRPr="002A664E" w:rsidRDefault="005D4D76" w:rsidP="005D4D76">
            <w:pPr>
              <w:pStyle w:val="Heading3"/>
              <w:numPr>
                <w:ilvl w:val="0"/>
                <w:numId w:val="15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If these comments are negative, are they related to a reputation for poor care that many facilities of this type gained before OBRA regulations?</w:t>
            </w:r>
          </w:p>
          <w:p w14:paraId="103BE2FE" w14:textId="77777777" w:rsidR="005D4D76" w:rsidRPr="002A664E" w:rsidRDefault="005D4D76" w:rsidP="005D4D76">
            <w:pPr>
              <w:pStyle w:val="Heading3"/>
              <w:numPr>
                <w:ilvl w:val="0"/>
                <w:numId w:val="15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Are there comments related directly to how this type of care would be paid for or afforded by the person’s family?</w:t>
            </w:r>
          </w:p>
        </w:tc>
        <w:tc>
          <w:tcPr>
            <w:tcW w:w="1998" w:type="dxa"/>
          </w:tcPr>
          <w:p w14:paraId="647FE205" w14:textId="77777777" w:rsidR="005D4D76" w:rsidRPr="002A664E" w:rsidRDefault="005D4D76" w:rsidP="005D4D76">
            <w:pPr>
              <w:pStyle w:val="Heading3"/>
              <w:numPr>
                <w:ilvl w:val="0"/>
                <w:numId w:val="0"/>
              </w:numPr>
              <w:rPr>
                <w:rFonts w:ascii="Verdana" w:eastAsia="Verdana" w:hAnsi="Verdana"/>
                <w:b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1, 4, 5, 6</w:t>
            </w:r>
          </w:p>
        </w:tc>
      </w:tr>
    </w:tbl>
    <w:p w14:paraId="57F01A76" w14:textId="49FFB793" w:rsidR="001E2049" w:rsidRPr="002A664E" w:rsidRDefault="001E2049" w:rsidP="009B6106">
      <w:pPr>
        <w:rPr>
          <w:rFonts w:ascii="Verdana" w:hAnsi="Verdana"/>
          <w:sz w:val="22"/>
          <w:lang w:eastAsia="de-DE"/>
        </w:rPr>
      </w:pPr>
    </w:p>
    <w:p w14:paraId="723257BE" w14:textId="105D0FF5" w:rsidR="005D4D76" w:rsidRPr="002A664E" w:rsidRDefault="005D4D76" w:rsidP="009B6106">
      <w:pPr>
        <w:rPr>
          <w:rFonts w:ascii="Verdana" w:hAnsi="Verdana"/>
          <w:sz w:val="22"/>
          <w:lang w:eastAsia="de-DE"/>
        </w:rPr>
      </w:pPr>
    </w:p>
    <w:p w14:paraId="5D39EE43" w14:textId="12766C64" w:rsidR="005D4D76" w:rsidRPr="002A664E" w:rsidRDefault="005D4D76" w:rsidP="009B6106">
      <w:pPr>
        <w:rPr>
          <w:rFonts w:ascii="Verdana" w:hAnsi="Verdana"/>
          <w:sz w:val="22"/>
          <w:lang w:eastAsia="de-DE"/>
        </w:rPr>
      </w:pPr>
    </w:p>
    <w:p w14:paraId="6428E8F4" w14:textId="107DD46D" w:rsidR="005D4D76" w:rsidRPr="002A664E" w:rsidRDefault="005D4D76" w:rsidP="009B6106">
      <w:pPr>
        <w:rPr>
          <w:rFonts w:ascii="Verdana" w:hAnsi="Verdana"/>
          <w:sz w:val="22"/>
          <w:lang w:eastAsia="de-DE"/>
        </w:rPr>
      </w:pPr>
    </w:p>
    <w:tbl>
      <w:tblPr>
        <w:tblStyle w:val="TableGrid"/>
        <w:tblW w:w="9576" w:type="dxa"/>
        <w:tblLayout w:type="fixed"/>
        <w:tblLook w:val="0420" w:firstRow="1" w:lastRow="0" w:firstColumn="0" w:lastColumn="0" w:noHBand="0" w:noVBand="1"/>
      </w:tblPr>
      <w:tblGrid>
        <w:gridCol w:w="7578"/>
        <w:gridCol w:w="1998"/>
      </w:tblGrid>
      <w:tr w:rsidR="005D4D76" w:rsidRPr="002A664E" w14:paraId="5235BB64" w14:textId="77777777" w:rsidTr="00263E02">
        <w:tc>
          <w:tcPr>
            <w:tcW w:w="7578" w:type="dxa"/>
          </w:tcPr>
          <w:p w14:paraId="501BAA25" w14:textId="77777777" w:rsidR="005D4D76" w:rsidRPr="002A664E" w:rsidRDefault="005D4D76" w:rsidP="005D4D76">
            <w:pPr>
              <w:pStyle w:val="Heading2"/>
              <w:numPr>
                <w:ilvl w:val="0"/>
                <w:numId w:val="0"/>
              </w:numPr>
              <w:rPr>
                <w:rFonts w:ascii="Verdana" w:eastAsia="Verdana" w:hAnsi="Verdana"/>
                <w:szCs w:val="22"/>
              </w:rPr>
            </w:pPr>
            <w:r w:rsidRPr="002A664E">
              <w:rPr>
                <w:rFonts w:ascii="Verdana" w:eastAsia="Verdana" w:hAnsi="Verdana"/>
                <w:szCs w:val="22"/>
              </w:rPr>
              <w:lastRenderedPageBreak/>
              <w:t>Clinical Assignments</w:t>
            </w:r>
          </w:p>
        </w:tc>
        <w:tc>
          <w:tcPr>
            <w:tcW w:w="1998" w:type="dxa"/>
          </w:tcPr>
          <w:p w14:paraId="505B1B5E" w14:textId="77777777" w:rsidR="005D4D76" w:rsidRPr="002A664E" w:rsidRDefault="005D4D76" w:rsidP="005D4D76">
            <w:pPr>
              <w:pStyle w:val="Heading2"/>
              <w:numPr>
                <w:ilvl w:val="0"/>
                <w:numId w:val="0"/>
              </w:numPr>
              <w:rPr>
                <w:rFonts w:ascii="Verdana" w:eastAsia="Verdana" w:hAnsi="Verdana"/>
                <w:szCs w:val="22"/>
              </w:rPr>
            </w:pPr>
            <w:r w:rsidRPr="002A664E">
              <w:rPr>
                <w:rFonts w:ascii="Verdana" w:eastAsia="Verdana" w:hAnsi="Verdana"/>
                <w:szCs w:val="22"/>
              </w:rPr>
              <w:t xml:space="preserve">Learning Objective(s) </w:t>
            </w:r>
          </w:p>
        </w:tc>
      </w:tr>
      <w:tr w:rsidR="005D4D76" w:rsidRPr="002A664E" w14:paraId="36078469" w14:textId="77777777" w:rsidTr="00263E02">
        <w:tc>
          <w:tcPr>
            <w:tcW w:w="7578" w:type="dxa"/>
          </w:tcPr>
          <w:p w14:paraId="7262C7C9" w14:textId="77777777" w:rsidR="005D4D76" w:rsidRPr="002A664E" w:rsidRDefault="005D4D76" w:rsidP="005D4D76">
            <w:pPr>
              <w:pStyle w:val="Heading3"/>
              <w:numPr>
                <w:ilvl w:val="0"/>
                <w:numId w:val="0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2A664E">
              <w:rPr>
                <w:rFonts w:ascii="Verdana" w:eastAsia="Verdana" w:hAnsi="Verdana"/>
                <w:sz w:val="22"/>
                <w:szCs w:val="22"/>
              </w:rPr>
              <w:t>. As a group, visit different kinds of health care organizations in the area or listen to guest speakers from the different types of health care organizations.</w:t>
            </w:r>
          </w:p>
          <w:p w14:paraId="52976FC4" w14:textId="77777777" w:rsidR="005D4D76" w:rsidRPr="002A664E" w:rsidRDefault="005D4D76" w:rsidP="005D4D76">
            <w:pPr>
              <w:pStyle w:val="Heading3"/>
              <w:numPr>
                <w:ilvl w:val="0"/>
                <w:numId w:val="19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Discuss the services provided by each type of health care organization.</w:t>
            </w:r>
          </w:p>
        </w:tc>
        <w:tc>
          <w:tcPr>
            <w:tcW w:w="1998" w:type="dxa"/>
          </w:tcPr>
          <w:p w14:paraId="16A794E3" w14:textId="77777777" w:rsidR="005D4D76" w:rsidRPr="002A664E" w:rsidRDefault="005D4D76" w:rsidP="005D4D76">
            <w:pPr>
              <w:pStyle w:val="Heading3"/>
              <w:numPr>
                <w:ilvl w:val="0"/>
                <w:numId w:val="0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2</w:t>
            </w:r>
          </w:p>
        </w:tc>
      </w:tr>
      <w:tr w:rsidR="005D4D76" w:rsidRPr="002A664E" w14:paraId="4540378C" w14:textId="77777777" w:rsidTr="00263E02">
        <w:tc>
          <w:tcPr>
            <w:tcW w:w="7578" w:type="dxa"/>
          </w:tcPr>
          <w:p w14:paraId="596F6F9C" w14:textId="77777777" w:rsidR="005D4D76" w:rsidRPr="002A664E" w:rsidRDefault="005D4D76" w:rsidP="005D4D76">
            <w:pPr>
              <w:pStyle w:val="Heading2"/>
              <w:numPr>
                <w:ilvl w:val="0"/>
                <w:numId w:val="0"/>
              </w:numPr>
              <w:ind w:left="397" w:hanging="397"/>
              <w:rPr>
                <w:rFonts w:ascii="Verdana" w:eastAsia="Verdana" w:hAnsi="Verdana"/>
                <w:szCs w:val="22"/>
              </w:rPr>
            </w:pPr>
            <w:r w:rsidRPr="002A664E">
              <w:rPr>
                <w:rFonts w:ascii="Verdana" w:eastAsia="Verdana" w:hAnsi="Verdana"/>
                <w:szCs w:val="22"/>
              </w:rPr>
              <w:t>Assignment #2.</w:t>
            </w:r>
          </w:p>
          <w:p w14:paraId="231987BE" w14:textId="77777777" w:rsidR="005D4D76" w:rsidRPr="002A664E" w:rsidRDefault="005D4D76" w:rsidP="005D4D76">
            <w:pPr>
              <w:pStyle w:val="Heading3"/>
              <w:numPr>
                <w:ilvl w:val="0"/>
                <w:numId w:val="19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Obtain, read, and discuss the written report of the latest survey conducted by a government or private oversight agency at your clinical site.</w:t>
            </w:r>
          </w:p>
          <w:p w14:paraId="25795639" w14:textId="657A11F2" w:rsidR="005D4D76" w:rsidRPr="002A664E" w:rsidRDefault="005D4D76" w:rsidP="005D4D76">
            <w:pPr>
              <w:pStyle w:val="Heading3"/>
              <w:numPr>
                <w:ilvl w:val="0"/>
                <w:numId w:val="19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Discuss the role nursing assistants may have had regarding the findings.</w:t>
            </w:r>
          </w:p>
        </w:tc>
        <w:tc>
          <w:tcPr>
            <w:tcW w:w="1998" w:type="dxa"/>
          </w:tcPr>
          <w:p w14:paraId="3AED8626" w14:textId="77777777" w:rsidR="005D4D76" w:rsidRPr="002A664E" w:rsidRDefault="005D4D76" w:rsidP="005D4D76">
            <w:pPr>
              <w:pStyle w:val="Heading3"/>
              <w:numPr>
                <w:ilvl w:val="0"/>
                <w:numId w:val="0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4, 5</w:t>
            </w:r>
          </w:p>
        </w:tc>
      </w:tr>
      <w:tr w:rsidR="005D4D76" w:rsidRPr="002A664E" w14:paraId="4C1D2D61" w14:textId="77777777" w:rsidTr="00263E02">
        <w:tc>
          <w:tcPr>
            <w:tcW w:w="7578" w:type="dxa"/>
          </w:tcPr>
          <w:p w14:paraId="4B9FC43C" w14:textId="77777777" w:rsidR="005D4D76" w:rsidRPr="002A664E" w:rsidRDefault="005D4D76" w:rsidP="005D4D76">
            <w:pPr>
              <w:pStyle w:val="Heading2"/>
              <w:numPr>
                <w:ilvl w:val="0"/>
                <w:numId w:val="0"/>
              </w:numPr>
              <w:rPr>
                <w:rFonts w:ascii="Verdana" w:eastAsia="Verdana" w:hAnsi="Verdana"/>
                <w:szCs w:val="22"/>
              </w:rPr>
            </w:pPr>
            <w:r w:rsidRPr="002A664E">
              <w:rPr>
                <w:rFonts w:ascii="Verdana" w:eastAsia="Verdana" w:hAnsi="Verdana"/>
                <w:szCs w:val="22"/>
              </w:rPr>
              <w:t>Assignment #3.</w:t>
            </w:r>
          </w:p>
          <w:p w14:paraId="4B380B7C" w14:textId="77777777" w:rsidR="005D4D76" w:rsidRPr="002A664E" w:rsidRDefault="005D4D76" w:rsidP="005D4D76">
            <w:pPr>
              <w:pStyle w:val="Heading3"/>
              <w:numPr>
                <w:ilvl w:val="0"/>
                <w:numId w:val="20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Identify the division directors or managers and their responsibilities at your clinical site.</w:t>
            </w:r>
          </w:p>
          <w:p w14:paraId="401D7E25" w14:textId="77777777" w:rsidR="005D4D76" w:rsidRPr="002A664E" w:rsidRDefault="005D4D76" w:rsidP="005D4D76">
            <w:pPr>
              <w:pStyle w:val="Heading3"/>
              <w:numPr>
                <w:ilvl w:val="0"/>
                <w:numId w:val="20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Discuss the chain of command for the nursing assistant.</w:t>
            </w:r>
          </w:p>
        </w:tc>
        <w:tc>
          <w:tcPr>
            <w:tcW w:w="1998" w:type="dxa"/>
          </w:tcPr>
          <w:p w14:paraId="467D3313" w14:textId="77777777" w:rsidR="005D4D76" w:rsidRPr="002A664E" w:rsidRDefault="005D4D76" w:rsidP="006258C9">
            <w:pPr>
              <w:pStyle w:val="Heading3"/>
              <w:numPr>
                <w:ilvl w:val="0"/>
                <w:numId w:val="0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3</w:t>
            </w:r>
          </w:p>
        </w:tc>
      </w:tr>
    </w:tbl>
    <w:p w14:paraId="1662B509" w14:textId="77777777" w:rsidR="005D4D76" w:rsidRPr="002A664E" w:rsidRDefault="005D4D76" w:rsidP="005D4D76">
      <w:pPr>
        <w:spacing w:after="200" w:line="276" w:lineRule="auto"/>
        <w:rPr>
          <w:rFonts w:ascii="Verdana" w:eastAsia="Verdana" w:hAnsi="Verdana" w:cs="Verdana"/>
          <w:color w:val="000000"/>
          <w:sz w:val="22"/>
        </w:rPr>
      </w:pPr>
    </w:p>
    <w:tbl>
      <w:tblPr>
        <w:tblStyle w:val="TableGrid"/>
        <w:tblW w:w="9576" w:type="dxa"/>
        <w:tblLayout w:type="fixed"/>
        <w:tblLook w:val="0420" w:firstRow="1" w:lastRow="0" w:firstColumn="0" w:lastColumn="0" w:noHBand="0" w:noVBand="1"/>
      </w:tblPr>
      <w:tblGrid>
        <w:gridCol w:w="7578"/>
        <w:gridCol w:w="1998"/>
      </w:tblGrid>
      <w:tr w:rsidR="005D4D76" w:rsidRPr="002A664E" w14:paraId="278114EF" w14:textId="77777777" w:rsidTr="00263E02">
        <w:tc>
          <w:tcPr>
            <w:tcW w:w="7578" w:type="dxa"/>
          </w:tcPr>
          <w:p w14:paraId="63C7E918" w14:textId="77777777" w:rsidR="005D4D76" w:rsidRPr="002A664E" w:rsidRDefault="005D4D76" w:rsidP="006258C9">
            <w:pPr>
              <w:pStyle w:val="Heading2"/>
              <w:numPr>
                <w:ilvl w:val="0"/>
                <w:numId w:val="0"/>
              </w:numPr>
              <w:rPr>
                <w:rFonts w:ascii="Verdana" w:eastAsia="Verdana" w:hAnsi="Verdana"/>
                <w:szCs w:val="22"/>
              </w:rPr>
            </w:pPr>
            <w:r w:rsidRPr="002A664E">
              <w:rPr>
                <w:rFonts w:ascii="Verdana" w:eastAsia="Verdana" w:hAnsi="Verdana"/>
                <w:szCs w:val="22"/>
              </w:rPr>
              <w:t>Web Assignment</w:t>
            </w:r>
          </w:p>
        </w:tc>
        <w:tc>
          <w:tcPr>
            <w:tcW w:w="1998" w:type="dxa"/>
          </w:tcPr>
          <w:p w14:paraId="07461ADC" w14:textId="0A5106FA" w:rsidR="005D4D76" w:rsidRPr="002A664E" w:rsidRDefault="005D4D76" w:rsidP="006258C9">
            <w:pPr>
              <w:pStyle w:val="Heading2"/>
              <w:numPr>
                <w:ilvl w:val="0"/>
                <w:numId w:val="0"/>
              </w:numPr>
              <w:rPr>
                <w:rFonts w:ascii="Verdana" w:eastAsia="Verdana" w:hAnsi="Verdana"/>
                <w:szCs w:val="22"/>
              </w:rPr>
            </w:pPr>
            <w:r w:rsidRPr="002A664E">
              <w:rPr>
                <w:rFonts w:ascii="Verdana" w:eastAsia="Verdana" w:hAnsi="Verdana"/>
                <w:szCs w:val="22"/>
              </w:rPr>
              <w:t>Learning Objective</w:t>
            </w:r>
            <w:r w:rsidR="00BD4D97" w:rsidRPr="002A664E">
              <w:rPr>
                <w:rFonts w:ascii="Verdana" w:eastAsia="Verdana" w:hAnsi="Verdana"/>
                <w:szCs w:val="22"/>
              </w:rPr>
              <w:t>(s)</w:t>
            </w:r>
          </w:p>
        </w:tc>
      </w:tr>
      <w:tr w:rsidR="005D4D76" w:rsidRPr="002A664E" w14:paraId="090D17AF" w14:textId="77777777" w:rsidTr="00263E02">
        <w:tc>
          <w:tcPr>
            <w:tcW w:w="7578" w:type="dxa"/>
          </w:tcPr>
          <w:p w14:paraId="1E0CD258" w14:textId="58535F22" w:rsidR="005D4D76" w:rsidRPr="002A664E" w:rsidRDefault="005D4D76" w:rsidP="005D4D76">
            <w:pPr>
              <w:widowControl w:val="0"/>
              <w:spacing w:line="240" w:lineRule="auto"/>
              <w:rPr>
                <w:rFonts w:ascii="Verdana" w:eastAsia="Verdana" w:hAnsi="Verdana" w:cs="Verdana"/>
                <w:color w:val="000000"/>
                <w:sz w:val="22"/>
              </w:rPr>
            </w:pPr>
            <w:r w:rsidRPr="002A664E">
              <w:rPr>
                <w:rStyle w:val="Heading3Char"/>
                <w:rFonts w:ascii="Verdana" w:hAnsi="Verdana"/>
                <w:sz w:val="22"/>
                <w:szCs w:val="22"/>
              </w:rPr>
              <w:t>Search the Internet to find the number of hospitals, subacute care units (skilled nursing units), long-term care facilities (nursing homes), assisted-living facilities, home health care agencies, and hospice organizations in your area.</w:t>
            </w:r>
          </w:p>
        </w:tc>
        <w:tc>
          <w:tcPr>
            <w:tcW w:w="1998" w:type="dxa"/>
          </w:tcPr>
          <w:p w14:paraId="6CEE3250" w14:textId="77777777" w:rsidR="005D4D76" w:rsidRPr="002A664E" w:rsidRDefault="005D4D76" w:rsidP="006258C9">
            <w:pPr>
              <w:pStyle w:val="Heading3"/>
              <w:numPr>
                <w:ilvl w:val="0"/>
                <w:numId w:val="0"/>
              </w:numPr>
              <w:rPr>
                <w:rFonts w:ascii="Verdana" w:eastAsia="Verdana" w:hAnsi="Verdana"/>
                <w:sz w:val="22"/>
                <w:szCs w:val="22"/>
              </w:rPr>
            </w:pPr>
            <w:r w:rsidRPr="002A664E">
              <w:rPr>
                <w:rFonts w:ascii="Verdana" w:eastAsia="Verdana" w:hAnsi="Verdana"/>
                <w:sz w:val="22"/>
                <w:szCs w:val="22"/>
              </w:rPr>
              <w:t>2</w:t>
            </w:r>
          </w:p>
        </w:tc>
      </w:tr>
    </w:tbl>
    <w:p w14:paraId="56524859" w14:textId="77777777" w:rsidR="005D4D76" w:rsidRPr="002A664E" w:rsidRDefault="005D4D76" w:rsidP="005D4D76">
      <w:pPr>
        <w:spacing w:after="200" w:line="276" w:lineRule="auto"/>
        <w:rPr>
          <w:rFonts w:ascii="Verdana" w:eastAsia="Times New Roman" w:hAnsi="Verdana" w:cs="Times New Roman"/>
          <w:color w:val="000000"/>
          <w:sz w:val="22"/>
        </w:rPr>
      </w:pPr>
    </w:p>
    <w:p w14:paraId="2DAE6BE1" w14:textId="77777777" w:rsidR="005D4D76" w:rsidRPr="002A664E" w:rsidRDefault="005D4D76" w:rsidP="005D4D76">
      <w:pPr>
        <w:rPr>
          <w:rFonts w:ascii="Verdana" w:eastAsia="Fira Sans" w:hAnsi="Verdana" w:cs="Fira Sans"/>
          <w:color w:val="000000"/>
          <w:sz w:val="22"/>
        </w:rPr>
      </w:pPr>
    </w:p>
    <w:p w14:paraId="464B0FC5" w14:textId="77777777" w:rsidR="005D4D76" w:rsidRPr="002A664E" w:rsidRDefault="005D4D76" w:rsidP="009B6106">
      <w:pPr>
        <w:rPr>
          <w:rFonts w:ascii="Verdana" w:hAnsi="Verdana"/>
          <w:sz w:val="22"/>
          <w:lang w:eastAsia="de-DE"/>
        </w:rPr>
      </w:pPr>
    </w:p>
    <w:sectPr w:rsidR="005D4D76" w:rsidRPr="002A664E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0DC8E" w14:textId="77777777" w:rsidR="00FF3144" w:rsidRDefault="00FF3144" w:rsidP="00291CA2">
      <w:pPr>
        <w:spacing w:line="240" w:lineRule="auto"/>
      </w:pPr>
      <w:r>
        <w:separator/>
      </w:r>
    </w:p>
  </w:endnote>
  <w:endnote w:type="continuationSeparator" w:id="0">
    <w:p w14:paraId="3FEC3115" w14:textId="77777777" w:rsidR="00FF3144" w:rsidRDefault="00FF3144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24D95A1F" w14:textId="77777777" w:rsidTr="001E2049">
      <w:tc>
        <w:tcPr>
          <w:tcW w:w="9746" w:type="dxa"/>
          <w:vAlign w:val="bottom"/>
        </w:tcPr>
        <w:p w14:paraId="2153E4FA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2A83FEF9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A664E">
            <w:rPr>
              <w:noProof/>
            </w:rPr>
            <w:t>2</w:t>
          </w:r>
          <w:r>
            <w:fldChar w:fldCharType="end"/>
          </w:r>
        </w:p>
      </w:tc>
    </w:tr>
  </w:tbl>
  <w:p w14:paraId="41630B90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F1111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248CD011" wp14:editId="3077B4B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5CB7B" w14:textId="77777777" w:rsidR="00FF3144" w:rsidRDefault="00FF3144" w:rsidP="00291CA2">
      <w:pPr>
        <w:spacing w:line="240" w:lineRule="auto"/>
      </w:pPr>
      <w:r>
        <w:separator/>
      </w:r>
    </w:p>
  </w:footnote>
  <w:footnote w:type="continuationSeparator" w:id="0">
    <w:p w14:paraId="48475453" w14:textId="77777777" w:rsidR="00FF3144" w:rsidRDefault="00FF3144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5EA0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07CA91F4" wp14:editId="471FF7F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25187"/>
    <w:multiLevelType w:val="hybridMultilevel"/>
    <w:tmpl w:val="3BF48A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319A1786"/>
    <w:multiLevelType w:val="multilevel"/>
    <w:tmpl w:val="4372EE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31F60A7"/>
    <w:multiLevelType w:val="hybridMultilevel"/>
    <w:tmpl w:val="757237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1F316C"/>
    <w:multiLevelType w:val="multilevel"/>
    <w:tmpl w:val="6178D1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8007A6D"/>
    <w:multiLevelType w:val="multilevel"/>
    <w:tmpl w:val="B4C2E896"/>
    <w:numStyleLink w:val="Bulletlist"/>
  </w:abstractNum>
  <w:abstractNum w:abstractNumId="12" w15:restartNumberingAfterBreak="0">
    <w:nsid w:val="49103424"/>
    <w:multiLevelType w:val="multilevel"/>
    <w:tmpl w:val="065A2B8E"/>
    <w:lvl w:ilvl="0">
      <w:start w:val="1"/>
      <w:numFmt w:val="bullet"/>
      <w:lvlText w:val="●"/>
      <w:lvlJc w:val="left"/>
      <w:pPr>
        <w:ind w:left="7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AFE1B4C"/>
    <w:multiLevelType w:val="multilevel"/>
    <w:tmpl w:val="44280DF8"/>
    <w:numStyleLink w:val="Headinglist"/>
  </w:abstractNum>
  <w:abstractNum w:abstractNumId="14" w15:restartNumberingAfterBreak="0">
    <w:nsid w:val="5E4D7588"/>
    <w:multiLevelType w:val="multilevel"/>
    <w:tmpl w:val="5824DE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1194B42"/>
    <w:multiLevelType w:val="hybridMultilevel"/>
    <w:tmpl w:val="B61613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4343F"/>
    <w:multiLevelType w:val="multilevel"/>
    <w:tmpl w:val="44280DF8"/>
    <w:numStyleLink w:val="Headinglist"/>
  </w:abstractNum>
  <w:abstractNum w:abstractNumId="17" w15:restartNumberingAfterBreak="0">
    <w:nsid w:val="656C1EC4"/>
    <w:multiLevelType w:val="multilevel"/>
    <w:tmpl w:val="B4C2E896"/>
    <w:numStyleLink w:val="Bulletlist"/>
  </w:abstractNum>
  <w:num w:numId="1" w16cid:durableId="1120537325">
    <w:abstractNumId w:val="4"/>
  </w:num>
  <w:num w:numId="2" w16cid:durableId="198325635">
    <w:abstractNumId w:val="4"/>
  </w:num>
  <w:num w:numId="3" w16cid:durableId="237712470">
    <w:abstractNumId w:val="4"/>
  </w:num>
  <w:num w:numId="4" w16cid:durableId="458039417">
    <w:abstractNumId w:val="2"/>
  </w:num>
  <w:num w:numId="5" w16cid:durableId="1641762649">
    <w:abstractNumId w:val="6"/>
  </w:num>
  <w:num w:numId="6" w16cid:durableId="44837755">
    <w:abstractNumId w:val="13"/>
  </w:num>
  <w:num w:numId="7" w16cid:durableId="14812226">
    <w:abstractNumId w:val="9"/>
  </w:num>
  <w:num w:numId="8" w16cid:durableId="445466077">
    <w:abstractNumId w:val="0"/>
  </w:num>
  <w:num w:numId="9" w16cid:durableId="704184554">
    <w:abstractNumId w:val="17"/>
  </w:num>
  <w:num w:numId="10" w16cid:durableId="1946419541">
    <w:abstractNumId w:val="5"/>
  </w:num>
  <w:num w:numId="11" w16cid:durableId="1656764055">
    <w:abstractNumId w:val="11"/>
  </w:num>
  <w:num w:numId="12" w16cid:durableId="28188209">
    <w:abstractNumId w:val="3"/>
  </w:num>
  <w:num w:numId="13" w16cid:durableId="688029475">
    <w:abstractNumId w:val="16"/>
  </w:num>
  <w:num w:numId="14" w16cid:durableId="1869902924">
    <w:abstractNumId w:val="14"/>
  </w:num>
  <w:num w:numId="15" w16cid:durableId="1374228459">
    <w:abstractNumId w:val="15"/>
  </w:num>
  <w:num w:numId="16" w16cid:durableId="1451432934">
    <w:abstractNumId w:val="10"/>
  </w:num>
  <w:num w:numId="17" w16cid:durableId="1820149081">
    <w:abstractNumId w:val="12"/>
  </w:num>
  <w:num w:numId="18" w16cid:durableId="1368679611">
    <w:abstractNumId w:val="7"/>
  </w:num>
  <w:num w:numId="19" w16cid:durableId="35203337">
    <w:abstractNumId w:val="1"/>
  </w:num>
  <w:num w:numId="20" w16cid:durableId="952974650">
    <w:abstractNumId w:val="8"/>
  </w:num>
  <w:num w:numId="21" w16cid:durableId="1008564162">
    <w:abstractNumId w:val="16"/>
  </w:num>
  <w:num w:numId="22" w16cid:durableId="956838228">
    <w:abstractNumId w:val="16"/>
  </w:num>
  <w:num w:numId="23" w16cid:durableId="19125436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D76"/>
    <w:rsid w:val="000225A6"/>
    <w:rsid w:val="0003366F"/>
    <w:rsid w:val="000406B1"/>
    <w:rsid w:val="00043C8A"/>
    <w:rsid w:val="00081DAB"/>
    <w:rsid w:val="00081F77"/>
    <w:rsid w:val="000A006E"/>
    <w:rsid w:val="00141660"/>
    <w:rsid w:val="00145E2E"/>
    <w:rsid w:val="001555CE"/>
    <w:rsid w:val="001B183D"/>
    <w:rsid w:val="001D07AE"/>
    <w:rsid w:val="001E2049"/>
    <w:rsid w:val="001F0D8F"/>
    <w:rsid w:val="00215E24"/>
    <w:rsid w:val="00250B53"/>
    <w:rsid w:val="00263E02"/>
    <w:rsid w:val="00267115"/>
    <w:rsid w:val="00291B64"/>
    <w:rsid w:val="00291CA2"/>
    <w:rsid w:val="002A664E"/>
    <w:rsid w:val="002B02DB"/>
    <w:rsid w:val="002B4D70"/>
    <w:rsid w:val="002C09FD"/>
    <w:rsid w:val="002D1245"/>
    <w:rsid w:val="002E2AD0"/>
    <w:rsid w:val="00383C5A"/>
    <w:rsid w:val="00395470"/>
    <w:rsid w:val="003C2ED5"/>
    <w:rsid w:val="00407BB1"/>
    <w:rsid w:val="00407F47"/>
    <w:rsid w:val="004214D4"/>
    <w:rsid w:val="004377B9"/>
    <w:rsid w:val="004719C7"/>
    <w:rsid w:val="004D34AE"/>
    <w:rsid w:val="004E3766"/>
    <w:rsid w:val="004F147B"/>
    <w:rsid w:val="00540939"/>
    <w:rsid w:val="0056008D"/>
    <w:rsid w:val="005613E5"/>
    <w:rsid w:val="00593225"/>
    <w:rsid w:val="005C5E2D"/>
    <w:rsid w:val="005D4D76"/>
    <w:rsid w:val="005D52ED"/>
    <w:rsid w:val="00613D2D"/>
    <w:rsid w:val="006258C9"/>
    <w:rsid w:val="00673354"/>
    <w:rsid w:val="00696F5E"/>
    <w:rsid w:val="006A54CF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7E1F1F"/>
    <w:rsid w:val="0080300F"/>
    <w:rsid w:val="00816977"/>
    <w:rsid w:val="00822A97"/>
    <w:rsid w:val="008569C4"/>
    <w:rsid w:val="008703C2"/>
    <w:rsid w:val="008933D3"/>
    <w:rsid w:val="008A11B8"/>
    <w:rsid w:val="008A6E16"/>
    <w:rsid w:val="008B3D87"/>
    <w:rsid w:val="008F4222"/>
    <w:rsid w:val="009008B6"/>
    <w:rsid w:val="009102B7"/>
    <w:rsid w:val="0091298F"/>
    <w:rsid w:val="00954377"/>
    <w:rsid w:val="0098330B"/>
    <w:rsid w:val="0099702B"/>
    <w:rsid w:val="009A09A8"/>
    <w:rsid w:val="009B6106"/>
    <w:rsid w:val="009E6267"/>
    <w:rsid w:val="00A06AF8"/>
    <w:rsid w:val="00A07639"/>
    <w:rsid w:val="00A73169"/>
    <w:rsid w:val="00AB3D6E"/>
    <w:rsid w:val="00AC54CD"/>
    <w:rsid w:val="00AE5C40"/>
    <w:rsid w:val="00AE7FA9"/>
    <w:rsid w:val="00AF0936"/>
    <w:rsid w:val="00AF2AE3"/>
    <w:rsid w:val="00AF6645"/>
    <w:rsid w:val="00B1166B"/>
    <w:rsid w:val="00B12219"/>
    <w:rsid w:val="00B20D41"/>
    <w:rsid w:val="00B447E1"/>
    <w:rsid w:val="00B62074"/>
    <w:rsid w:val="00B664A6"/>
    <w:rsid w:val="00B85C4B"/>
    <w:rsid w:val="00B94051"/>
    <w:rsid w:val="00BA6B9C"/>
    <w:rsid w:val="00BA76B1"/>
    <w:rsid w:val="00BB4EA8"/>
    <w:rsid w:val="00BC4B10"/>
    <w:rsid w:val="00BD4D97"/>
    <w:rsid w:val="00C07757"/>
    <w:rsid w:val="00C425BA"/>
    <w:rsid w:val="00C4765D"/>
    <w:rsid w:val="00C83B34"/>
    <w:rsid w:val="00CD79C5"/>
    <w:rsid w:val="00CE18DB"/>
    <w:rsid w:val="00D27242"/>
    <w:rsid w:val="00D40F66"/>
    <w:rsid w:val="00D527C5"/>
    <w:rsid w:val="00D64A9B"/>
    <w:rsid w:val="00DC0405"/>
    <w:rsid w:val="00DC2093"/>
    <w:rsid w:val="00DD6D04"/>
    <w:rsid w:val="00E100A8"/>
    <w:rsid w:val="00E31E10"/>
    <w:rsid w:val="00E679CE"/>
    <w:rsid w:val="00E70C89"/>
    <w:rsid w:val="00EB546E"/>
    <w:rsid w:val="00EF14AC"/>
    <w:rsid w:val="00F2069A"/>
    <w:rsid w:val="00F570EF"/>
    <w:rsid w:val="00F704D9"/>
    <w:rsid w:val="00F958A8"/>
    <w:rsid w:val="00FA4FFA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9A289C"/>
  <w15:docId w15:val="{CD1BD7A8-4B65-4AC5-8E5E-9603820A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D4D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4D76"/>
    <w:pPr>
      <w:spacing w:line="240" w:lineRule="auto"/>
    </w:pPr>
    <w:rPr>
      <w:rFonts w:ascii="Fira Sans" w:eastAsia="Fira Sans" w:hAnsi="Fira Sans" w:cs="Fira San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4D76"/>
    <w:rPr>
      <w:rFonts w:ascii="Fira Sans" w:eastAsia="Fira Sans" w:hAnsi="Fira Sans" w:cs="Fira Sans"/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267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267"/>
    <w:rPr>
      <w:rFonts w:ascii="Fira Sans" w:eastAsia="Fira Sans" w:hAnsi="Fira Sans" w:cs="Fira Sans"/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9E6267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S_03\Desktop\Chanda\Word%20Document%20Chapter%20_08\Assignment_Answer\Assignment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E9F415D6-4695-445C-BAFA-9FF4879F40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10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Assignments, Chapter 1, The Health Care System</dc:title>
  <dc:subject/>
  <dc:creator>IDS_03</dc:creator>
  <cp:keywords/>
  <dc:description/>
  <cp:lastModifiedBy>Devaraj N</cp:lastModifiedBy>
  <cp:revision>11</cp:revision>
  <dcterms:created xsi:type="dcterms:W3CDTF">2023-01-10T14:56:00Z</dcterms:created>
  <dcterms:modified xsi:type="dcterms:W3CDTF">2023-05-09T06:17:00Z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